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Nzevakce"/>
        </w:rPr>
      </w:sdtEndPr>
      <w:sdtContent>
        <w:p w14:paraId="47FDA110" w14:textId="6219D2E5" w:rsidR="00CF0EF4" w:rsidRDefault="00597EB2" w:rsidP="00CF0EF4">
          <w:pPr>
            <w:pStyle w:val="Tituldatum"/>
          </w:pPr>
          <w:r>
            <w:rPr>
              <w:rStyle w:val="Nzevakce"/>
            </w:rPr>
            <w:t>Výstavba PZZ na trati Mělník – Mladá Boleslav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1D4409E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597EB2">
        <w:t>14</w:t>
      </w:r>
      <w:r w:rsidR="0094334D">
        <w:t>. 1. 2021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9813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98130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98130F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9813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98130F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E9E4F09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</w:t>
      </w:r>
      <w:r w:rsidR="00E668D3">
        <w:t>mínkách a dokumentaci, která je </w:t>
      </w:r>
      <w:r>
        <w:t>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468E6184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  <w:r w:rsidR="002C4BAE">
        <w:t>,</w:t>
      </w:r>
    </w:p>
    <w:p w14:paraId="29218ECA" w14:textId="0D372534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</w:t>
      </w:r>
      <w:r w:rsidR="002C4BAE">
        <w:t xml:space="preserve"> do jednoho Všeobecného objektu.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24B66BE9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proofErr w:type="spellStart"/>
      <w:r w:rsidR="002E068D">
        <w:t>Stavba</w:t>
      </w:r>
      <w:r w:rsidR="00F17F49" w:rsidRPr="009909F2">
        <w:t>_</w:t>
      </w:r>
      <w:r w:rsidR="00F17F49">
        <w:t>X</w:t>
      </w:r>
      <w:r w:rsidR="00F17F49" w:rsidRPr="009909F2">
        <w:t>_Požadavky</w:t>
      </w:r>
      <w:proofErr w:type="spellEnd"/>
      <w:r w:rsidR="00F17F49" w:rsidRPr="009909F2">
        <w:t xml:space="preserve">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1A2A6344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E068D">
        <w:rPr>
          <w:i/>
        </w:rPr>
        <w:t>a</w:t>
      </w:r>
      <w:r w:rsidR="00B2233D" w:rsidRPr="00B2233D">
        <w:rPr>
          <w:i/>
        </w:rPr>
        <w:t>_X_Požadavky</w:t>
      </w:r>
      <w:proofErr w:type="spellEnd"/>
      <w:r w:rsidR="00B2233D" w:rsidRPr="00B2233D">
        <w:rPr>
          <w:i/>
        </w:rPr>
        <w:t xml:space="preserve">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62833497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E068D">
        <w:rPr>
          <w:i/>
        </w:rPr>
        <w:t>a</w:t>
      </w:r>
      <w:r w:rsidR="00D3343B" w:rsidRPr="00B2233D">
        <w:rPr>
          <w:i/>
        </w:rPr>
        <w:t>_X_Požadavky</w:t>
      </w:r>
      <w:proofErr w:type="spellEnd"/>
      <w:r w:rsidR="00D3343B" w:rsidRPr="00B2233D">
        <w:rPr>
          <w:i/>
        </w:rPr>
        <w:t xml:space="preserve">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11DF4FCF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E068D">
        <w:rPr>
          <w:i/>
        </w:rPr>
        <w:t>a</w:t>
      </w:r>
      <w:r w:rsidR="00D3343B" w:rsidRPr="00B2233D">
        <w:rPr>
          <w:i/>
        </w:rPr>
        <w:t>_X_Požadavky</w:t>
      </w:r>
      <w:proofErr w:type="spellEnd"/>
      <w:r w:rsidR="00D3343B" w:rsidRPr="00B2233D">
        <w:rPr>
          <w:i/>
        </w:rPr>
        <w:t xml:space="preserve">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9" w:name="_Toc58914533"/>
      <w:r>
        <w:t>SROVNATELNÉ V</w:t>
      </w:r>
      <w:r w:rsidR="00277875">
        <w:t>ÝROBKY, ALTERNATIVY MATERIÁLŮ A </w:t>
      </w:r>
      <w:r>
        <w:t>PROVEDENÍ</w:t>
      </w:r>
      <w:bookmarkEnd w:id="9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7BBC1" w14:textId="77777777" w:rsidR="0098130F" w:rsidRDefault="0098130F" w:rsidP="00962258">
      <w:pPr>
        <w:spacing w:after="0" w:line="240" w:lineRule="auto"/>
      </w:pPr>
      <w:r>
        <w:separator/>
      </w:r>
    </w:p>
  </w:endnote>
  <w:endnote w:type="continuationSeparator" w:id="0">
    <w:p w14:paraId="23AAC43F" w14:textId="77777777" w:rsidR="0098130F" w:rsidRDefault="0098130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2CC62BB9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7EB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7EB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0476FBC4" w:rsidR="00CF0EF4" w:rsidRPr="00B06621" w:rsidRDefault="0098130F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 w:rsidR="00597EB2">
            <w:fldChar w:fldCharType="separate"/>
          </w:r>
          <w:r w:rsidR="00597EB2">
            <w:rPr>
              <w:noProof/>
            </w:rPr>
            <w:t>Výstavba PZZ na trati Mělník – Mladá Boleslav</w:t>
          </w:r>
          <w:r>
            <w:rPr>
              <w:noProof/>
            </w:rPr>
            <w:fldChar w:fldCharType="end"/>
          </w:r>
        </w:p>
        <w:p w14:paraId="5C04BFD8" w14:textId="77777777" w:rsidR="00CF0EF4" w:rsidRPr="00B06621" w:rsidRDefault="00CF0EF4" w:rsidP="00C87634">
          <w:pPr>
            <w:pStyle w:val="Zpatvlevo"/>
          </w:pPr>
          <w:r w:rsidRPr="00B06621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05346BB9" w:rsidR="00CF0EF4" w:rsidRPr="00E668D3" w:rsidRDefault="0098130F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 w:rsidR="00597EB2">
            <w:fldChar w:fldCharType="separate"/>
          </w:r>
          <w:r w:rsidR="00597EB2">
            <w:rPr>
              <w:noProof/>
            </w:rPr>
            <w:t>Výstavba PZZ na trati Mělník – Mladá Boleslav</w:t>
          </w:r>
          <w:r>
            <w:rPr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79030DAA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97EB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97EB2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A91B0D" w14:textId="77777777" w:rsidR="0098130F" w:rsidRDefault="0098130F" w:rsidP="00962258">
      <w:pPr>
        <w:spacing w:after="0" w:line="240" w:lineRule="auto"/>
      </w:pPr>
      <w:r>
        <w:separator/>
      </w:r>
    </w:p>
  </w:footnote>
  <w:footnote w:type="continuationSeparator" w:id="0">
    <w:p w14:paraId="50821253" w14:textId="77777777" w:rsidR="0098130F" w:rsidRDefault="0098130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D97"/>
    <w:rsid w:val="000008ED"/>
    <w:rsid w:val="00017F3C"/>
    <w:rsid w:val="000234D6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C4BAE"/>
    <w:rsid w:val="002D362D"/>
    <w:rsid w:val="002D7FD6"/>
    <w:rsid w:val="002E068D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97EB2"/>
    <w:rsid w:val="005A1F44"/>
    <w:rsid w:val="005B76D4"/>
    <w:rsid w:val="005C7B7F"/>
    <w:rsid w:val="005D3C39"/>
    <w:rsid w:val="005E07BA"/>
    <w:rsid w:val="005F475E"/>
    <w:rsid w:val="00600380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4334D"/>
    <w:rsid w:val="00962258"/>
    <w:rsid w:val="009678B7"/>
    <w:rsid w:val="0097654E"/>
    <w:rsid w:val="0098130F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06621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1E3E"/>
    <w:rsid w:val="00DF4DDD"/>
    <w:rsid w:val="00E16FF7"/>
    <w:rsid w:val="00E1732F"/>
    <w:rsid w:val="00E26D68"/>
    <w:rsid w:val="00E44045"/>
    <w:rsid w:val="00E618C4"/>
    <w:rsid w:val="00E668D3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273F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  <w15:docId w15:val="{E08C252C-4673-4564-8769-11A3EE922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E668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360CD2"/>
    <w:rsid w:val="00572C4D"/>
    <w:rsid w:val="00717064"/>
    <w:rsid w:val="00730B76"/>
    <w:rsid w:val="008B6702"/>
    <w:rsid w:val="008E26D9"/>
    <w:rsid w:val="009C5CCD"/>
    <w:rsid w:val="00C56E21"/>
    <w:rsid w:val="00CE1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7CF189A-5FBA-482E-8AB7-8C69BBADA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7</TotalTime>
  <Pages>6</Pages>
  <Words>1573</Words>
  <Characters>9283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Seifert Josef, DiS.</cp:lastModifiedBy>
  <cp:revision>3</cp:revision>
  <cp:lastPrinted>2019-03-13T10:28:00Z</cp:lastPrinted>
  <dcterms:created xsi:type="dcterms:W3CDTF">2021-01-14T07:49:00Z</dcterms:created>
  <dcterms:modified xsi:type="dcterms:W3CDTF">2021-01-14T07:56:00Z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